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0"/>
        <w:gridCol w:w="2701"/>
        <w:gridCol w:w="3596"/>
        <w:gridCol w:w="2694"/>
        <w:gridCol w:w="899"/>
      </w:tblGrid>
      <w:tr w:rsidR="00605A5B" w14:paraId="4B4D76A8" w14:textId="77777777" w:rsidTr="00605A5B">
        <w:trPr>
          <w:trHeight w:val="2285"/>
        </w:trPr>
        <w:tc>
          <w:tcPr>
            <w:tcW w:w="900" w:type="dxa"/>
            <w:tcBorders>
              <w:bottom w:val="single" w:sz="18" w:space="0" w:color="648276" w:themeColor="accent5"/>
            </w:tcBorders>
          </w:tcPr>
          <w:p w14:paraId="2EB720F0" w14:textId="77777777" w:rsidR="00605A5B" w:rsidRDefault="00605A5B"/>
        </w:tc>
        <w:tc>
          <w:tcPr>
            <w:tcW w:w="8991" w:type="dxa"/>
            <w:gridSpan w:val="3"/>
            <w:tcBorders>
              <w:bottom w:val="single" w:sz="18" w:space="0" w:color="648276" w:themeColor="accent5"/>
            </w:tcBorders>
          </w:tcPr>
          <w:p w14:paraId="42777034" w14:textId="77777777" w:rsidR="00605A5B" w:rsidRPr="00F316AD" w:rsidRDefault="00B632E4" w:rsidP="00605A5B">
            <w:pPr>
              <w:pStyle w:val="Title"/>
            </w:pPr>
            <w:r>
              <w:t>Mary</w:t>
            </w:r>
            <w:r w:rsidR="00A77921">
              <w:t xml:space="preserve"> </w:t>
            </w:r>
            <w:r>
              <w:rPr>
                <w:rStyle w:val="Emphasis"/>
              </w:rPr>
              <w:t>Ogle</w:t>
            </w:r>
          </w:p>
          <w:p w14:paraId="7B184CA2" w14:textId="77777777" w:rsidR="00605A5B" w:rsidRDefault="00B632E4" w:rsidP="00A77921">
            <w:pPr>
              <w:pStyle w:val="Subtitle"/>
            </w:pPr>
            <w:r>
              <w:t>Director of Employment Services</w:t>
            </w:r>
          </w:p>
        </w:tc>
        <w:tc>
          <w:tcPr>
            <w:tcW w:w="899" w:type="dxa"/>
            <w:tcBorders>
              <w:bottom w:val="single" w:sz="18" w:space="0" w:color="648276" w:themeColor="accent5"/>
            </w:tcBorders>
          </w:tcPr>
          <w:p w14:paraId="6E40E992" w14:textId="77777777" w:rsidR="00605A5B" w:rsidRDefault="00605A5B"/>
        </w:tc>
      </w:tr>
      <w:tr w:rsidR="00F4501B" w14:paraId="2304EC96" w14:textId="77777777" w:rsidTr="000E1D44">
        <w:tc>
          <w:tcPr>
            <w:tcW w:w="3601" w:type="dxa"/>
            <w:gridSpan w:val="2"/>
            <w:tcBorders>
              <w:top w:val="single" w:sz="18" w:space="0" w:color="648276" w:themeColor="accent5"/>
              <w:right w:val="single" w:sz="18" w:space="0" w:color="648276" w:themeColor="accent5"/>
            </w:tcBorders>
          </w:tcPr>
          <w:p w14:paraId="75CDE52B" w14:textId="77777777" w:rsidR="00F4501B" w:rsidRDefault="00F4501B"/>
        </w:tc>
        <w:tc>
          <w:tcPr>
            <w:tcW w:w="3596" w:type="dxa"/>
            <w:tcBorders>
              <w:top w:val="single" w:sz="18" w:space="0" w:color="648276" w:themeColor="accent5"/>
              <w:left w:val="single" w:sz="18" w:space="0" w:color="648276" w:themeColor="accent5"/>
            </w:tcBorders>
          </w:tcPr>
          <w:p w14:paraId="76DD902A" w14:textId="77777777" w:rsidR="00F4501B" w:rsidRDefault="00F4501B"/>
        </w:tc>
        <w:tc>
          <w:tcPr>
            <w:tcW w:w="3593" w:type="dxa"/>
            <w:gridSpan w:val="2"/>
            <w:tcBorders>
              <w:top w:val="single" w:sz="18" w:space="0" w:color="648276" w:themeColor="accent5"/>
            </w:tcBorders>
          </w:tcPr>
          <w:p w14:paraId="2CF08AAD" w14:textId="77777777" w:rsidR="00F4501B" w:rsidRDefault="00F4501B"/>
        </w:tc>
      </w:tr>
      <w:tr w:rsidR="000E1D44" w14:paraId="31096029" w14:textId="77777777" w:rsidTr="000E1D44">
        <w:trPr>
          <w:trHeight w:val="3688"/>
        </w:trPr>
        <w:tc>
          <w:tcPr>
            <w:tcW w:w="3601" w:type="dxa"/>
            <w:gridSpan w:val="2"/>
            <w:tcBorders>
              <w:right w:val="single" w:sz="18" w:space="0" w:color="648276" w:themeColor="accent5"/>
            </w:tcBorders>
          </w:tcPr>
          <w:p w14:paraId="0EF4F2E3" w14:textId="77777777" w:rsidR="000E1D44" w:rsidRDefault="00000000" w:rsidP="000E1D44">
            <w:pPr>
              <w:pStyle w:val="Heading1"/>
            </w:pPr>
            <w:sdt>
              <w:sdtPr>
                <w:id w:val="1723097672"/>
                <w:placeholder>
                  <w:docPart w:val="585BBB9E342C49D3A23A3918894C6F53"/>
                </w:placeholder>
                <w:temporary/>
                <w:showingPlcHdr/>
                <w15:appearance w15:val="hidden"/>
                <w:text/>
              </w:sdtPr>
              <w:sdtContent>
                <w:r w:rsidR="00A77921">
                  <w:t>Education</w:t>
                </w:r>
              </w:sdtContent>
            </w:sdt>
          </w:p>
          <w:p w14:paraId="6616B160" w14:textId="77777777" w:rsidR="000E1D44" w:rsidRDefault="009616AC" w:rsidP="009616AC">
            <w:pPr>
              <w:pStyle w:val="TextLeft"/>
            </w:pPr>
            <w:r>
              <w:t>Indiana Wesleyan</w:t>
            </w:r>
            <w:r w:rsidR="0092089C">
              <w:t xml:space="preserve"> University</w:t>
            </w:r>
          </w:p>
          <w:p w14:paraId="0F9F9196" w14:textId="77777777" w:rsidR="0092089C" w:rsidRPr="0092089C" w:rsidRDefault="0092089C" w:rsidP="0092089C">
            <w:pPr>
              <w:rPr>
                <w:color w:val="404040" w:themeColor="text1" w:themeTint="BF"/>
                <w:sz w:val="22"/>
                <w:szCs w:val="22"/>
              </w:rPr>
            </w:pPr>
            <w:r>
              <w:t xml:space="preserve">        </w:t>
            </w:r>
            <w:r w:rsidRPr="0092089C">
              <w:rPr>
                <w:color w:val="404040" w:themeColor="text1" w:themeTint="BF"/>
                <w:sz w:val="22"/>
                <w:szCs w:val="22"/>
              </w:rPr>
              <w:t xml:space="preserve">Bachelor of Science </w:t>
            </w:r>
          </w:p>
          <w:p w14:paraId="77A0D592" w14:textId="77777777" w:rsidR="0092089C" w:rsidRDefault="0092089C" w:rsidP="0092089C">
            <w:pPr>
              <w:rPr>
                <w:color w:val="404040" w:themeColor="text1" w:themeTint="BF"/>
                <w:sz w:val="22"/>
                <w:szCs w:val="22"/>
              </w:rPr>
            </w:pPr>
            <w:r w:rsidRPr="0092089C">
              <w:rPr>
                <w:color w:val="404040" w:themeColor="text1" w:themeTint="BF"/>
                <w:sz w:val="22"/>
                <w:szCs w:val="22"/>
              </w:rPr>
              <w:t xml:space="preserve">         Business Administration</w:t>
            </w:r>
          </w:p>
          <w:p w14:paraId="283CF7BB" w14:textId="2A8C0263" w:rsidR="00CD48BD" w:rsidRPr="0092089C" w:rsidRDefault="00CD48BD" w:rsidP="0092089C">
            <w:pPr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         w/Summa Cum Laude</w:t>
            </w:r>
          </w:p>
          <w:p w14:paraId="702E3713" w14:textId="5117F27A" w:rsidR="0092089C" w:rsidRDefault="0092089C" w:rsidP="0092089C">
            <w:pPr>
              <w:rPr>
                <w:color w:val="404040" w:themeColor="text1" w:themeTint="BF"/>
                <w:sz w:val="22"/>
                <w:szCs w:val="22"/>
              </w:rPr>
            </w:pPr>
            <w:r w:rsidRPr="0092089C">
              <w:rPr>
                <w:color w:val="404040" w:themeColor="text1" w:themeTint="BF"/>
                <w:sz w:val="22"/>
                <w:szCs w:val="22"/>
              </w:rPr>
              <w:t xml:space="preserve">         202</w:t>
            </w:r>
            <w:r w:rsidR="00CD48BD">
              <w:rPr>
                <w:color w:val="404040" w:themeColor="text1" w:themeTint="BF"/>
                <w:sz w:val="22"/>
                <w:szCs w:val="22"/>
              </w:rPr>
              <w:t>2</w:t>
            </w:r>
          </w:p>
          <w:p w14:paraId="3803C99E" w14:textId="77777777" w:rsidR="0092089C" w:rsidRDefault="0092089C" w:rsidP="0092089C">
            <w:pPr>
              <w:rPr>
                <w:color w:val="404040" w:themeColor="text1" w:themeTint="BF"/>
                <w:sz w:val="22"/>
                <w:szCs w:val="22"/>
              </w:rPr>
            </w:pPr>
          </w:p>
          <w:p w14:paraId="045A73AA" w14:textId="77777777" w:rsidR="0092089C" w:rsidRDefault="0092089C" w:rsidP="0092089C">
            <w:pPr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         Ivy Tech Community </w:t>
            </w:r>
          </w:p>
          <w:p w14:paraId="1D13FC41" w14:textId="77777777" w:rsidR="0092089C" w:rsidRDefault="0092089C" w:rsidP="0092089C">
            <w:pPr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         College</w:t>
            </w:r>
          </w:p>
          <w:p w14:paraId="22C105A2" w14:textId="77777777" w:rsidR="0092089C" w:rsidRDefault="0092089C" w:rsidP="0092089C">
            <w:pPr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         2018</w:t>
            </w:r>
          </w:p>
          <w:p w14:paraId="6201DE48" w14:textId="77777777" w:rsidR="0092089C" w:rsidRDefault="0092089C" w:rsidP="0092089C">
            <w:pPr>
              <w:rPr>
                <w:color w:val="404040" w:themeColor="text1" w:themeTint="BF"/>
                <w:sz w:val="22"/>
                <w:szCs w:val="22"/>
              </w:rPr>
            </w:pPr>
          </w:p>
          <w:p w14:paraId="7CB96677" w14:textId="77777777" w:rsidR="0092089C" w:rsidRDefault="0092089C" w:rsidP="0092089C">
            <w:pPr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         Southwood High School</w:t>
            </w:r>
          </w:p>
          <w:p w14:paraId="6F9CDC2A" w14:textId="77777777" w:rsidR="0092089C" w:rsidRDefault="0092089C" w:rsidP="0092089C">
            <w:pPr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         Honors Diploma</w:t>
            </w:r>
          </w:p>
          <w:p w14:paraId="6FB717B0" w14:textId="77777777" w:rsidR="0092089C" w:rsidRDefault="0092089C" w:rsidP="0092089C">
            <w:pPr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         1983</w:t>
            </w:r>
          </w:p>
          <w:p w14:paraId="5E14B272" w14:textId="77777777" w:rsidR="0092089C" w:rsidRDefault="0092089C" w:rsidP="0092089C">
            <w:pPr>
              <w:rPr>
                <w:color w:val="404040" w:themeColor="text1" w:themeTint="BF"/>
                <w:sz w:val="22"/>
                <w:szCs w:val="22"/>
              </w:rPr>
            </w:pPr>
          </w:p>
          <w:p w14:paraId="5B0EB4D3" w14:textId="77777777" w:rsidR="0092089C" w:rsidRPr="0092089C" w:rsidRDefault="0092089C" w:rsidP="0092089C">
            <w:pPr>
              <w:rPr>
                <w:color w:val="404040" w:themeColor="text1" w:themeTint="BF"/>
                <w:sz w:val="22"/>
                <w:szCs w:val="22"/>
              </w:rPr>
            </w:pPr>
          </w:p>
          <w:p w14:paraId="5E3BF4B1" w14:textId="77777777" w:rsidR="009616AC" w:rsidRPr="0092089C" w:rsidRDefault="009616AC" w:rsidP="009616AC">
            <w:pPr>
              <w:rPr>
                <w:sz w:val="22"/>
                <w:szCs w:val="22"/>
              </w:rPr>
            </w:pPr>
          </w:p>
        </w:tc>
        <w:tc>
          <w:tcPr>
            <w:tcW w:w="7189" w:type="dxa"/>
            <w:gridSpan w:val="3"/>
            <w:tcBorders>
              <w:left w:val="single" w:sz="18" w:space="0" w:color="648276" w:themeColor="accent5"/>
              <w:bottom w:val="single" w:sz="8" w:space="0" w:color="648276" w:themeColor="accent5"/>
            </w:tcBorders>
          </w:tcPr>
          <w:sdt>
            <w:sdtPr>
              <w:id w:val="-1767221959"/>
              <w:placeholder>
                <w:docPart w:val="32D3CA621ACF436D95EBA295CBB45EBD"/>
              </w:placeholder>
              <w:temporary/>
              <w:showingPlcHdr/>
              <w15:appearance w15:val="hidden"/>
              <w:text/>
            </w:sdtPr>
            <w:sdtContent>
              <w:p w14:paraId="3D2715AC" w14:textId="77777777" w:rsidR="00A77921" w:rsidRDefault="00A77921" w:rsidP="00A77921">
                <w:pPr>
                  <w:pStyle w:val="Heading2"/>
                </w:pPr>
                <w:r>
                  <w:t>Experience</w:t>
                </w:r>
              </w:p>
            </w:sdtContent>
          </w:sdt>
          <w:p w14:paraId="1F774C7D" w14:textId="77777777" w:rsidR="000E1D44" w:rsidRDefault="00B632E4" w:rsidP="000E1D44">
            <w:pPr>
              <w:pStyle w:val="SmallText"/>
            </w:pPr>
            <w:r>
              <w:t>2007-Present</w:t>
            </w:r>
          </w:p>
          <w:p w14:paraId="3EBE2B8E" w14:textId="77777777" w:rsidR="009A16CC" w:rsidRDefault="009A16CC" w:rsidP="000E1D44">
            <w:pPr>
              <w:pStyle w:val="TextRight"/>
            </w:pPr>
            <w:r>
              <w:t>The Arc of Wabash County</w:t>
            </w:r>
          </w:p>
          <w:p w14:paraId="2099BFC1" w14:textId="606F567A" w:rsidR="009A16CC" w:rsidRDefault="00B632E4" w:rsidP="000E1D44">
            <w:pPr>
              <w:pStyle w:val="TextRight"/>
            </w:pPr>
            <w:r>
              <w:t>Director of Employment Services</w:t>
            </w:r>
            <w:r w:rsidR="00CD48BD">
              <w:t>/Safety/Transportation</w:t>
            </w:r>
            <w:r w:rsidR="0057534A">
              <w:t xml:space="preserve"> </w:t>
            </w:r>
            <w:r w:rsidR="000E1D44" w:rsidRPr="000E1D44">
              <w:t xml:space="preserve">• </w:t>
            </w:r>
            <w:r w:rsidR="009A16CC">
              <w:t>2017-Present</w:t>
            </w:r>
          </w:p>
          <w:p w14:paraId="455E086F" w14:textId="77777777" w:rsidR="000E1D44" w:rsidRDefault="00B632E4" w:rsidP="000E1D44">
            <w:pPr>
              <w:pStyle w:val="TextRight"/>
            </w:pPr>
            <w:r>
              <w:t>Director of Transportation and Safety</w:t>
            </w:r>
            <w:r w:rsidR="0057534A">
              <w:t xml:space="preserve"> </w:t>
            </w:r>
            <w:r w:rsidR="000E1D44" w:rsidRPr="000E1D44">
              <w:t>•</w:t>
            </w:r>
            <w:r w:rsidR="0057534A">
              <w:t xml:space="preserve"> </w:t>
            </w:r>
            <w:r w:rsidR="009A16CC">
              <w:t>2011-Present</w:t>
            </w:r>
          </w:p>
          <w:p w14:paraId="43766271" w14:textId="77777777" w:rsidR="009A16CC" w:rsidRPr="009A16CC" w:rsidRDefault="009A16CC" w:rsidP="009A16CC">
            <w:pPr>
              <w:rPr>
                <w:color w:val="404040" w:themeColor="text1" w:themeTint="BF"/>
                <w:sz w:val="22"/>
                <w:szCs w:val="22"/>
              </w:rPr>
            </w:pPr>
            <w:r w:rsidRPr="009A16CC">
              <w:rPr>
                <w:color w:val="404040" w:themeColor="text1" w:themeTint="BF"/>
                <w:sz w:val="22"/>
                <w:szCs w:val="22"/>
              </w:rPr>
              <w:t>Career Coach</w:t>
            </w:r>
            <w:r>
              <w:rPr>
                <w:color w:val="404040" w:themeColor="text1" w:themeTint="BF"/>
                <w:sz w:val="22"/>
                <w:szCs w:val="22"/>
              </w:rPr>
              <w:t xml:space="preserve"> </w:t>
            </w:r>
            <w:r w:rsidRPr="009A16CC">
              <w:rPr>
                <w:color w:val="404040" w:themeColor="text1" w:themeTint="BF"/>
                <w:sz w:val="22"/>
                <w:szCs w:val="22"/>
              </w:rPr>
              <w:t>•</w:t>
            </w:r>
            <w:r>
              <w:rPr>
                <w:color w:val="404040" w:themeColor="text1" w:themeTint="BF"/>
                <w:sz w:val="22"/>
                <w:szCs w:val="22"/>
              </w:rPr>
              <w:t xml:space="preserve"> 2007-2011</w:t>
            </w:r>
          </w:p>
          <w:p w14:paraId="2FAB53E8" w14:textId="77777777" w:rsidR="005C5FDE" w:rsidRPr="005C5FDE" w:rsidRDefault="005C5FDE" w:rsidP="005C5FDE">
            <w:pPr>
              <w:rPr>
                <w:color w:val="404040" w:themeColor="text1" w:themeTint="BF"/>
                <w:sz w:val="22"/>
                <w:szCs w:val="22"/>
              </w:rPr>
            </w:pPr>
            <w:r w:rsidRPr="005C5FDE">
              <w:rPr>
                <w:color w:val="404040" w:themeColor="text1" w:themeTint="BF"/>
                <w:sz w:val="22"/>
                <w:szCs w:val="22"/>
              </w:rPr>
              <w:t>Wabash, Indiana</w:t>
            </w:r>
          </w:p>
          <w:p w14:paraId="5ABEB05D" w14:textId="77777777" w:rsidR="000E1D44" w:rsidRDefault="000E1D44" w:rsidP="000E1D44">
            <w:pPr>
              <w:pStyle w:val="TextRight"/>
              <w:rPr>
                <w:sz w:val="21"/>
              </w:rPr>
            </w:pPr>
          </w:p>
          <w:p w14:paraId="6080CBC1" w14:textId="77777777" w:rsidR="0057534A" w:rsidRDefault="005C5FDE" w:rsidP="0057534A">
            <w:pPr>
              <w:pStyle w:val="SmallText"/>
            </w:pPr>
            <w:r>
              <w:t>2005-2007</w:t>
            </w:r>
          </w:p>
          <w:p w14:paraId="4815A180" w14:textId="77777777" w:rsidR="0057534A" w:rsidRDefault="009A16CC" w:rsidP="0057534A">
            <w:pPr>
              <w:pStyle w:val="TextRight"/>
            </w:pPr>
            <w:r>
              <w:t xml:space="preserve">KinderCare Daycare Center </w:t>
            </w:r>
            <w:r w:rsidRPr="009A16CC">
              <w:t xml:space="preserve">• </w:t>
            </w:r>
            <w:r w:rsidR="005C5FDE">
              <w:t>Assistant Director</w:t>
            </w:r>
            <w:r w:rsidR="0057534A">
              <w:t xml:space="preserve"> </w:t>
            </w:r>
            <w:r w:rsidR="0057534A" w:rsidRPr="000E1D44">
              <w:t xml:space="preserve">• </w:t>
            </w:r>
            <w:r w:rsidR="005C5FDE">
              <w:t>Teacher</w:t>
            </w:r>
            <w:r w:rsidR="0057534A">
              <w:t xml:space="preserve">  </w:t>
            </w:r>
          </w:p>
          <w:p w14:paraId="00E1850B" w14:textId="77777777" w:rsidR="005C5FDE" w:rsidRPr="005C5FDE" w:rsidRDefault="005C5FDE" w:rsidP="005C5FDE">
            <w:pPr>
              <w:rPr>
                <w:color w:val="404040" w:themeColor="text1" w:themeTint="BF"/>
                <w:sz w:val="22"/>
                <w:szCs w:val="22"/>
              </w:rPr>
            </w:pPr>
            <w:r w:rsidRPr="005C5FDE">
              <w:rPr>
                <w:color w:val="404040" w:themeColor="text1" w:themeTint="BF"/>
                <w:sz w:val="22"/>
                <w:szCs w:val="22"/>
              </w:rPr>
              <w:t>Marion, Indiana</w:t>
            </w:r>
          </w:p>
          <w:p w14:paraId="66B9ACCB" w14:textId="77777777" w:rsidR="000E1D44" w:rsidRDefault="0057534A" w:rsidP="0057534A">
            <w:pPr>
              <w:pStyle w:val="TextRight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  <w:p w14:paraId="7C26D19E" w14:textId="77777777" w:rsidR="0057534A" w:rsidRDefault="005C5FDE" w:rsidP="0057534A">
            <w:pPr>
              <w:pStyle w:val="SmallText"/>
            </w:pPr>
            <w:r>
              <w:t>1997-2002</w:t>
            </w:r>
          </w:p>
          <w:p w14:paraId="784498F3" w14:textId="77777777" w:rsidR="0057534A" w:rsidRDefault="009A16CC" w:rsidP="0057534A">
            <w:pPr>
              <w:pStyle w:val="TextRight"/>
            </w:pPr>
            <w:r>
              <w:t>Heckaman Bindery</w:t>
            </w:r>
            <w:r w:rsidR="0057534A">
              <w:t xml:space="preserve"> </w:t>
            </w:r>
            <w:r w:rsidR="0057534A" w:rsidRPr="000E1D44">
              <w:t>•</w:t>
            </w:r>
            <w:r w:rsidR="0057534A">
              <w:t xml:space="preserve"> </w:t>
            </w:r>
            <w:r>
              <w:t>Supervisor</w:t>
            </w:r>
          </w:p>
          <w:p w14:paraId="7AAC9A89" w14:textId="77777777" w:rsidR="005C5FDE" w:rsidRDefault="005C5FDE" w:rsidP="005C5FDE">
            <w:pPr>
              <w:rPr>
                <w:color w:val="404040" w:themeColor="text1" w:themeTint="BF"/>
                <w:sz w:val="22"/>
                <w:szCs w:val="22"/>
              </w:rPr>
            </w:pPr>
            <w:r w:rsidRPr="005C5FDE">
              <w:rPr>
                <w:color w:val="404040" w:themeColor="text1" w:themeTint="BF"/>
                <w:sz w:val="22"/>
                <w:szCs w:val="22"/>
              </w:rPr>
              <w:t>North Manchester, Indiana</w:t>
            </w:r>
          </w:p>
          <w:p w14:paraId="4AB16823" w14:textId="77777777" w:rsidR="005C5FDE" w:rsidRDefault="005C5FDE" w:rsidP="005C5FDE">
            <w:pPr>
              <w:rPr>
                <w:color w:val="404040" w:themeColor="text1" w:themeTint="BF"/>
                <w:sz w:val="22"/>
                <w:szCs w:val="22"/>
              </w:rPr>
            </w:pPr>
          </w:p>
          <w:p w14:paraId="12F4F5FD" w14:textId="77777777" w:rsidR="005C5FDE" w:rsidRDefault="005C5FDE" w:rsidP="005C5FDE">
            <w:pPr>
              <w:rPr>
                <w:i/>
                <w:color w:val="404040" w:themeColor="text1" w:themeTint="BF"/>
                <w:sz w:val="20"/>
                <w:szCs w:val="20"/>
              </w:rPr>
            </w:pPr>
            <w:r>
              <w:rPr>
                <w:i/>
                <w:color w:val="404040" w:themeColor="text1" w:themeTint="BF"/>
                <w:sz w:val="20"/>
                <w:szCs w:val="20"/>
              </w:rPr>
              <w:t>1987-1995</w:t>
            </w:r>
          </w:p>
          <w:p w14:paraId="5A8D9445" w14:textId="77777777" w:rsidR="005C5FDE" w:rsidRDefault="009A16CC" w:rsidP="005C5FDE">
            <w:pPr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>Global Industries Fiberglass Factory</w:t>
            </w:r>
            <w:r w:rsidR="005C5FDE">
              <w:rPr>
                <w:color w:val="404040" w:themeColor="text1" w:themeTint="BF"/>
                <w:sz w:val="22"/>
                <w:szCs w:val="22"/>
              </w:rPr>
              <w:t xml:space="preserve"> </w:t>
            </w:r>
            <w:r w:rsidR="005C5FDE" w:rsidRPr="005C5FDE">
              <w:rPr>
                <w:color w:val="404040" w:themeColor="text1" w:themeTint="BF"/>
                <w:sz w:val="22"/>
                <w:szCs w:val="22"/>
              </w:rPr>
              <w:t>•</w:t>
            </w:r>
            <w:r w:rsidR="005C5FDE">
              <w:rPr>
                <w:color w:val="404040" w:themeColor="text1" w:themeTint="BF"/>
                <w:sz w:val="22"/>
                <w:szCs w:val="22"/>
              </w:rPr>
              <w:t xml:space="preserve"> </w:t>
            </w:r>
            <w:r>
              <w:rPr>
                <w:color w:val="404040" w:themeColor="text1" w:themeTint="BF"/>
                <w:sz w:val="22"/>
                <w:szCs w:val="22"/>
              </w:rPr>
              <w:t>Lead Chopper</w:t>
            </w:r>
          </w:p>
          <w:p w14:paraId="047DFF1A" w14:textId="77777777" w:rsidR="005C5FDE" w:rsidRPr="005C5FDE" w:rsidRDefault="005C5FDE" w:rsidP="005C5FDE">
            <w:pPr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>Bremen, Indiana</w:t>
            </w:r>
          </w:p>
          <w:p w14:paraId="70B0285D" w14:textId="77777777" w:rsidR="000E1D44" w:rsidRPr="005C5FDE" w:rsidRDefault="0057534A" w:rsidP="0057534A">
            <w:pPr>
              <w:pStyle w:val="TextRight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</w:tr>
      <w:tr w:rsidR="000E1D44" w14:paraId="2E6BBB8E" w14:textId="77777777" w:rsidTr="000E1D44">
        <w:trPr>
          <w:trHeight w:val="2375"/>
        </w:trPr>
        <w:tc>
          <w:tcPr>
            <w:tcW w:w="3601" w:type="dxa"/>
            <w:gridSpan w:val="2"/>
            <w:tcBorders>
              <w:right w:val="single" w:sz="18" w:space="0" w:color="648276" w:themeColor="accent5"/>
            </w:tcBorders>
          </w:tcPr>
          <w:p w14:paraId="4FBADFC8" w14:textId="77777777" w:rsidR="000E1D44" w:rsidRDefault="00000000" w:rsidP="00A77921">
            <w:pPr>
              <w:pStyle w:val="Heading1"/>
            </w:pPr>
            <w:sdt>
              <w:sdtPr>
                <w:id w:val="-242716918"/>
                <w:placeholder>
                  <w:docPart w:val="9945A40DBCD94399BC9F632280D1770A"/>
                </w:placeholder>
                <w:temporary/>
                <w:showingPlcHdr/>
                <w15:appearance w15:val="hidden"/>
                <w:text/>
              </w:sdtPr>
              <w:sdtContent>
                <w:r w:rsidR="00A77921" w:rsidRPr="000E1D44">
                  <w:t>Key Skills</w:t>
                </w:r>
              </w:sdtContent>
            </w:sdt>
          </w:p>
          <w:p w14:paraId="4F27E228" w14:textId="77777777" w:rsidR="000E1D44" w:rsidRDefault="0092089C" w:rsidP="0092089C">
            <w:pPr>
              <w:pStyle w:val="TextLeft"/>
            </w:pPr>
            <w:r>
              <w:t>Accounting</w:t>
            </w:r>
          </w:p>
          <w:p w14:paraId="481C04F4" w14:textId="77777777" w:rsidR="0092089C" w:rsidRDefault="0092089C" w:rsidP="0092089C">
            <w:pPr>
              <w:rPr>
                <w:color w:val="404040" w:themeColor="text1" w:themeTint="BF"/>
                <w:sz w:val="22"/>
                <w:szCs w:val="22"/>
              </w:rPr>
            </w:pPr>
            <w:r>
              <w:t xml:space="preserve">                                 </w:t>
            </w:r>
            <w:r w:rsidRPr="0092089C">
              <w:rPr>
                <w:color w:val="404040" w:themeColor="text1" w:themeTint="BF"/>
                <w:sz w:val="22"/>
                <w:szCs w:val="22"/>
              </w:rPr>
              <w:t>Managerial</w:t>
            </w:r>
          </w:p>
          <w:p w14:paraId="75F6D81C" w14:textId="77777777" w:rsidR="0092089C" w:rsidRPr="00B632E4" w:rsidRDefault="0092089C" w:rsidP="0092089C">
            <w:pPr>
              <w:rPr>
                <w:color w:val="404040" w:themeColor="text1" w:themeTint="BF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B632E4">
              <w:rPr>
                <w:sz w:val="22"/>
                <w:szCs w:val="22"/>
              </w:rPr>
              <w:t xml:space="preserve">                                    </w:t>
            </w:r>
            <w:r w:rsidRPr="00B632E4">
              <w:rPr>
                <w:color w:val="404040" w:themeColor="text1" w:themeTint="BF"/>
                <w:sz w:val="22"/>
                <w:szCs w:val="22"/>
              </w:rPr>
              <w:t>OSHA</w:t>
            </w:r>
          </w:p>
          <w:p w14:paraId="19CD915A" w14:textId="77777777" w:rsidR="0092089C" w:rsidRPr="00B632E4" w:rsidRDefault="00B632E4" w:rsidP="0092089C">
            <w:pPr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        </w:t>
            </w:r>
            <w:r w:rsidR="0092089C" w:rsidRPr="00B632E4">
              <w:rPr>
                <w:color w:val="404040" w:themeColor="text1" w:themeTint="BF"/>
                <w:sz w:val="22"/>
                <w:szCs w:val="22"/>
              </w:rPr>
              <w:t>Computer Program Software</w:t>
            </w:r>
          </w:p>
          <w:p w14:paraId="7E4DE1D0" w14:textId="77777777" w:rsidR="0092089C" w:rsidRPr="00B632E4" w:rsidRDefault="00B632E4" w:rsidP="0092089C">
            <w:pPr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                              </w:t>
            </w:r>
            <w:r w:rsidR="0092089C" w:rsidRPr="00B632E4">
              <w:rPr>
                <w:color w:val="404040" w:themeColor="text1" w:themeTint="BF"/>
                <w:sz w:val="22"/>
                <w:szCs w:val="22"/>
              </w:rPr>
              <w:t>Organizational</w:t>
            </w:r>
          </w:p>
          <w:p w14:paraId="0CDCEAA4" w14:textId="77777777" w:rsidR="0092089C" w:rsidRPr="00B632E4" w:rsidRDefault="00B632E4" w:rsidP="0092089C">
            <w:pPr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                                    </w:t>
            </w:r>
            <w:r w:rsidR="0092089C" w:rsidRPr="00B632E4">
              <w:rPr>
                <w:color w:val="404040" w:themeColor="text1" w:themeTint="BF"/>
                <w:sz w:val="22"/>
                <w:szCs w:val="22"/>
              </w:rPr>
              <w:t>Leader</w:t>
            </w:r>
            <w:r w:rsidRPr="00B632E4">
              <w:rPr>
                <w:color w:val="404040" w:themeColor="text1" w:themeTint="BF"/>
                <w:sz w:val="22"/>
                <w:szCs w:val="22"/>
              </w:rPr>
              <w:t>ship</w:t>
            </w:r>
          </w:p>
          <w:p w14:paraId="122255A5" w14:textId="77777777" w:rsidR="00B632E4" w:rsidRPr="00B632E4" w:rsidRDefault="00B632E4" w:rsidP="0092089C">
            <w:pPr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                       </w:t>
            </w:r>
            <w:r w:rsidRPr="00B632E4">
              <w:rPr>
                <w:color w:val="404040" w:themeColor="text1" w:themeTint="BF"/>
                <w:sz w:val="22"/>
                <w:szCs w:val="22"/>
              </w:rPr>
              <w:t>Time Management</w:t>
            </w:r>
          </w:p>
          <w:p w14:paraId="4A3C5A08" w14:textId="77777777" w:rsidR="00B632E4" w:rsidRPr="00B632E4" w:rsidRDefault="00B632E4" w:rsidP="0092089C">
            <w:pPr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                               </w:t>
            </w:r>
            <w:r w:rsidRPr="00B632E4">
              <w:rPr>
                <w:color w:val="404040" w:themeColor="text1" w:themeTint="BF"/>
                <w:sz w:val="22"/>
                <w:szCs w:val="22"/>
              </w:rPr>
              <w:t>CPI Instructor</w:t>
            </w:r>
          </w:p>
          <w:p w14:paraId="0856BC80" w14:textId="77777777" w:rsidR="00B632E4" w:rsidRPr="0092089C" w:rsidRDefault="00B632E4" w:rsidP="0092089C">
            <w:pPr>
              <w:rPr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                               </w:t>
            </w:r>
            <w:r w:rsidRPr="00B632E4">
              <w:rPr>
                <w:color w:val="404040" w:themeColor="text1" w:themeTint="BF"/>
                <w:sz w:val="22"/>
                <w:szCs w:val="22"/>
              </w:rPr>
              <w:t>CPR Certified</w:t>
            </w:r>
          </w:p>
        </w:tc>
        <w:tc>
          <w:tcPr>
            <w:tcW w:w="7189" w:type="dxa"/>
            <w:gridSpan w:val="3"/>
            <w:tcBorders>
              <w:top w:val="single" w:sz="8" w:space="0" w:color="648276" w:themeColor="accent5"/>
              <w:left w:val="single" w:sz="18" w:space="0" w:color="648276" w:themeColor="accent5"/>
              <w:bottom w:val="single" w:sz="8" w:space="0" w:color="648276" w:themeColor="accent5"/>
            </w:tcBorders>
          </w:tcPr>
          <w:p w14:paraId="028A3AF1" w14:textId="77777777" w:rsidR="000E1D44" w:rsidRDefault="005C5FDE" w:rsidP="00A77921">
            <w:pPr>
              <w:pStyle w:val="Heading2"/>
            </w:pPr>
            <w:r>
              <w:t>Leadership</w:t>
            </w:r>
          </w:p>
          <w:p w14:paraId="59B35592" w14:textId="77777777" w:rsidR="00CD48BD" w:rsidRPr="00CD48BD" w:rsidRDefault="00CD48BD" w:rsidP="00CD48BD">
            <w:pPr>
              <w:pStyle w:val="TextRight"/>
              <w:rPr>
                <w:w w:val="105"/>
              </w:rPr>
            </w:pPr>
            <w:r w:rsidRPr="00CD48BD">
              <w:rPr>
                <w:w w:val="105"/>
              </w:rPr>
              <w:t xml:space="preserve">I oversee all Employment Services programs at The Arc of Wabash County, Inc. These programs include Pre-ETS, Industrial Services, Community Employment, Project SEARCH, Shredz of Hope, and Travel Bee Coffee House. I played a pivotal role in the launch of several of these programs over the past year. </w:t>
            </w:r>
          </w:p>
          <w:p w14:paraId="0D5FC741" w14:textId="3A30813A" w:rsidR="000E1D44" w:rsidRDefault="00CD48BD" w:rsidP="00CD48BD">
            <w:pPr>
              <w:pStyle w:val="TextRight"/>
            </w:pPr>
            <w:r w:rsidRPr="00CD48BD">
              <w:rPr>
                <w:w w:val="105"/>
              </w:rPr>
              <w:t>I also currently oversee the Safety program along with the Transportation.</w:t>
            </w:r>
          </w:p>
        </w:tc>
      </w:tr>
      <w:tr w:rsidR="000E1D44" w14:paraId="5689F9CD" w14:textId="77777777" w:rsidTr="000E1D44">
        <w:trPr>
          <w:trHeight w:val="1604"/>
        </w:trPr>
        <w:tc>
          <w:tcPr>
            <w:tcW w:w="3601" w:type="dxa"/>
            <w:gridSpan w:val="2"/>
            <w:tcBorders>
              <w:right w:val="single" w:sz="18" w:space="0" w:color="648276" w:themeColor="accent5"/>
            </w:tcBorders>
          </w:tcPr>
          <w:p w14:paraId="760714F5" w14:textId="77777777" w:rsidR="000E1D44" w:rsidRDefault="000E1D44"/>
        </w:tc>
        <w:tc>
          <w:tcPr>
            <w:tcW w:w="7189" w:type="dxa"/>
            <w:gridSpan w:val="3"/>
            <w:tcBorders>
              <w:left w:val="single" w:sz="18" w:space="0" w:color="648276" w:themeColor="accent5"/>
              <w:bottom w:val="single" w:sz="8" w:space="0" w:color="648276" w:themeColor="accent5"/>
            </w:tcBorders>
          </w:tcPr>
          <w:p w14:paraId="08BBDF73" w14:textId="77777777" w:rsidR="0057534A" w:rsidRDefault="002B0468" w:rsidP="0057534A">
            <w:pPr>
              <w:pStyle w:val="Heading2"/>
            </w:pPr>
            <w:r>
              <w:t>References</w:t>
            </w:r>
          </w:p>
          <w:p w14:paraId="2A77F1F4" w14:textId="77777777" w:rsidR="000E1D44" w:rsidRDefault="002B0468" w:rsidP="002B0468">
            <w:pPr>
              <w:pStyle w:val="TextRight"/>
            </w:pPr>
            <w:r>
              <w:rPr>
                <w:w w:val="105"/>
              </w:rPr>
              <w:t>Available upon request.</w:t>
            </w:r>
          </w:p>
        </w:tc>
      </w:tr>
    </w:tbl>
    <w:p w14:paraId="0641175A" w14:textId="77777777" w:rsidR="00C55D85" w:rsidRDefault="00C55D85"/>
    <w:sectPr w:rsidR="00C55D85" w:rsidSect="00F4501B">
      <w:footerReference w:type="default" r:id="rId9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608D0" w14:textId="77777777" w:rsidR="00662A81" w:rsidRDefault="00662A81" w:rsidP="00F316AD">
      <w:r>
        <w:separator/>
      </w:r>
    </w:p>
  </w:endnote>
  <w:endnote w:type="continuationSeparator" w:id="0">
    <w:p w14:paraId="527438C1" w14:textId="77777777" w:rsidR="00662A81" w:rsidRDefault="00662A81" w:rsidP="00F3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A5085" w14:textId="77777777" w:rsidR="000E1D44" w:rsidRDefault="000E1D44">
    <w:pPr>
      <w:pStyle w:val="Foot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0FFF6B" wp14:editId="17C669EA">
              <wp:simplePos x="0" y="0"/>
              <wp:positionH relativeFrom="page">
                <wp:posOffset>457200</wp:posOffset>
              </wp:positionH>
              <wp:positionV relativeFrom="page">
                <wp:posOffset>9593580</wp:posOffset>
              </wp:positionV>
              <wp:extent cx="6850380" cy="458470"/>
              <wp:effectExtent l="0" t="0" r="0" b="0"/>
              <wp:wrapNone/>
              <wp:docPr id="1" name="Rectangle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50380" cy="45847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384C79" id="Rectangle 2" o:spid="_x0000_s1026" style="position:absolute;margin-left:36pt;margin-top:755.4pt;width:539.4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" fillcolor="#648276 [3208]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9C14F" w14:textId="77777777" w:rsidR="00662A81" w:rsidRDefault="00662A81" w:rsidP="00F316AD">
      <w:r>
        <w:separator/>
      </w:r>
    </w:p>
  </w:footnote>
  <w:footnote w:type="continuationSeparator" w:id="0">
    <w:p w14:paraId="2DD2FCF2" w14:textId="77777777" w:rsidR="00662A81" w:rsidRDefault="00662A81" w:rsidP="00F316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093"/>
    <w:rsid w:val="000E1D44"/>
    <w:rsid w:val="0020696E"/>
    <w:rsid w:val="002356A2"/>
    <w:rsid w:val="002B0468"/>
    <w:rsid w:val="002D12DA"/>
    <w:rsid w:val="003019B2"/>
    <w:rsid w:val="0034688D"/>
    <w:rsid w:val="0040233B"/>
    <w:rsid w:val="00511A6E"/>
    <w:rsid w:val="0057534A"/>
    <w:rsid w:val="005C5FDE"/>
    <w:rsid w:val="00605A5B"/>
    <w:rsid w:val="00662A81"/>
    <w:rsid w:val="006C60E6"/>
    <w:rsid w:val="006E70D3"/>
    <w:rsid w:val="007B0F94"/>
    <w:rsid w:val="0080212C"/>
    <w:rsid w:val="0092089C"/>
    <w:rsid w:val="009616AC"/>
    <w:rsid w:val="00980F21"/>
    <w:rsid w:val="009A16CC"/>
    <w:rsid w:val="00A77921"/>
    <w:rsid w:val="00B575FB"/>
    <w:rsid w:val="00B632E4"/>
    <w:rsid w:val="00C1095A"/>
    <w:rsid w:val="00C55D85"/>
    <w:rsid w:val="00CA2273"/>
    <w:rsid w:val="00CD48BD"/>
    <w:rsid w:val="00CD50FD"/>
    <w:rsid w:val="00D05955"/>
    <w:rsid w:val="00D47124"/>
    <w:rsid w:val="00DD5D7B"/>
    <w:rsid w:val="00E62093"/>
    <w:rsid w:val="00F316AD"/>
    <w:rsid w:val="00F4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2988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34688D"/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2"/>
    <w:qFormat/>
    <w:rsid w:val="00A77921"/>
    <w:pPr>
      <w:spacing w:before="120" w:after="120"/>
      <w:jc w:val="right"/>
      <w:outlineLvl w:val="0"/>
    </w:pPr>
    <w:rPr>
      <w:rFonts w:asciiTheme="majorHAnsi" w:hAnsiTheme="majorHAnsi" w:cs="Times New Roman (Body CS)"/>
      <w:b/>
      <w:color w:val="648276" w:themeColor="accent5"/>
      <w:sz w:val="28"/>
    </w:rPr>
  </w:style>
  <w:style w:type="paragraph" w:styleId="Heading2">
    <w:name w:val="heading 2"/>
    <w:basedOn w:val="Normal"/>
    <w:next w:val="Normal"/>
    <w:link w:val="Heading2Char"/>
    <w:uiPriority w:val="3"/>
    <w:qFormat/>
    <w:rsid w:val="00A77921"/>
    <w:pPr>
      <w:spacing w:before="120" w:after="120"/>
      <w:outlineLvl w:val="1"/>
    </w:pPr>
    <w:rPr>
      <w:rFonts w:asciiTheme="majorHAnsi" w:hAnsiTheme="majorHAnsi"/>
      <w:b/>
      <w:color w:val="648276" w:themeColor="accent5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316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534A"/>
    <w:rPr>
      <w:color w:val="000000" w:themeColor="text1"/>
    </w:rPr>
  </w:style>
  <w:style w:type="paragraph" w:styleId="Footer">
    <w:name w:val="footer"/>
    <w:basedOn w:val="Normal"/>
    <w:link w:val="FooterChar"/>
    <w:uiPriority w:val="99"/>
    <w:semiHidden/>
    <w:rsid w:val="00F316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534A"/>
    <w:rPr>
      <w:color w:val="000000" w:themeColor="text1"/>
    </w:rPr>
  </w:style>
  <w:style w:type="table" w:styleId="TableGrid">
    <w:name w:val="Table Grid"/>
    <w:basedOn w:val="TableNormal"/>
    <w:uiPriority w:val="39"/>
    <w:rsid w:val="00F31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57534A"/>
    <w:pPr>
      <w:spacing w:before="120" w:after="120"/>
    </w:pPr>
    <w:rPr>
      <w:rFonts w:asciiTheme="majorHAnsi" w:hAnsiTheme="majorHAnsi" w:cs="Times New Roman (Body CS)"/>
      <w:sz w:val="90"/>
    </w:rPr>
  </w:style>
  <w:style w:type="character" w:customStyle="1" w:styleId="TitleChar">
    <w:name w:val="Title Char"/>
    <w:basedOn w:val="DefaultParagraphFont"/>
    <w:link w:val="Title"/>
    <w:rsid w:val="0057534A"/>
    <w:rPr>
      <w:rFonts w:asciiTheme="majorHAnsi" w:hAnsiTheme="majorHAnsi" w:cs="Times New Roman (Body CS)"/>
      <w:color w:val="000000" w:themeColor="text1"/>
      <w:sz w:val="90"/>
    </w:rPr>
  </w:style>
  <w:style w:type="paragraph" w:styleId="Subtitle">
    <w:name w:val="Subtitle"/>
    <w:basedOn w:val="Normal"/>
    <w:next w:val="Normal"/>
    <w:link w:val="SubtitleChar"/>
    <w:uiPriority w:val="1"/>
    <w:qFormat/>
    <w:rsid w:val="00A77921"/>
    <w:pPr>
      <w:spacing w:before="120" w:after="120"/>
    </w:pPr>
    <w:rPr>
      <w:rFonts w:asciiTheme="majorHAnsi" w:hAnsiTheme="majorHAnsi" w:cs="Times New Roman (Body CS)"/>
      <w:b/>
      <w:sz w:val="44"/>
    </w:rPr>
  </w:style>
  <w:style w:type="character" w:customStyle="1" w:styleId="SubtitleChar">
    <w:name w:val="Subtitle Char"/>
    <w:basedOn w:val="DefaultParagraphFont"/>
    <w:link w:val="Subtitle"/>
    <w:uiPriority w:val="1"/>
    <w:rsid w:val="0057534A"/>
    <w:rPr>
      <w:rFonts w:asciiTheme="majorHAnsi" w:hAnsiTheme="majorHAnsi" w:cs="Times New Roman (Body CS)"/>
      <w:b/>
      <w:color w:val="000000" w:themeColor="text1"/>
      <w:sz w:val="44"/>
    </w:rPr>
  </w:style>
  <w:style w:type="character" w:customStyle="1" w:styleId="Heading1Char">
    <w:name w:val="Heading 1 Char"/>
    <w:basedOn w:val="DefaultParagraphFont"/>
    <w:link w:val="Heading1"/>
    <w:uiPriority w:val="2"/>
    <w:rsid w:val="0057534A"/>
    <w:rPr>
      <w:rFonts w:asciiTheme="majorHAnsi" w:hAnsiTheme="majorHAnsi" w:cs="Times New Roman (Body CS)"/>
      <w:b/>
      <w:color w:val="648276" w:themeColor="accent5"/>
      <w:sz w:val="28"/>
    </w:rPr>
  </w:style>
  <w:style w:type="paragraph" w:customStyle="1" w:styleId="TextLeft">
    <w:name w:val="TextLeft"/>
    <w:basedOn w:val="Normal"/>
    <w:next w:val="Normal"/>
    <w:uiPriority w:val="4"/>
    <w:qFormat/>
    <w:rsid w:val="00605A5B"/>
    <w:pPr>
      <w:spacing w:line="288" w:lineRule="auto"/>
      <w:jc w:val="right"/>
    </w:pPr>
    <w:rPr>
      <w:color w:val="404040" w:themeColor="text1" w:themeTint="BF"/>
      <w:sz w:val="22"/>
    </w:rPr>
  </w:style>
  <w:style w:type="character" w:customStyle="1" w:styleId="Heading2Char">
    <w:name w:val="Heading 2 Char"/>
    <w:basedOn w:val="DefaultParagraphFont"/>
    <w:link w:val="Heading2"/>
    <w:uiPriority w:val="3"/>
    <w:rsid w:val="0057534A"/>
    <w:rPr>
      <w:rFonts w:asciiTheme="majorHAnsi" w:hAnsiTheme="majorHAnsi"/>
      <w:b/>
      <w:color w:val="648276" w:themeColor="accent5"/>
      <w:sz w:val="28"/>
    </w:rPr>
  </w:style>
  <w:style w:type="paragraph" w:customStyle="1" w:styleId="SmallText">
    <w:name w:val="SmallText"/>
    <w:basedOn w:val="Normal"/>
    <w:next w:val="Normal"/>
    <w:uiPriority w:val="6"/>
    <w:qFormat/>
    <w:rsid w:val="0040233B"/>
    <w:rPr>
      <w:i/>
      <w:color w:val="404040" w:themeColor="text1" w:themeTint="BF"/>
      <w:sz w:val="20"/>
    </w:rPr>
  </w:style>
  <w:style w:type="paragraph" w:customStyle="1" w:styleId="TextRight">
    <w:name w:val="TextRight"/>
    <w:basedOn w:val="Normal"/>
    <w:next w:val="Normal"/>
    <w:uiPriority w:val="5"/>
    <w:qFormat/>
    <w:rsid w:val="00605A5B"/>
    <w:pPr>
      <w:spacing w:line="288" w:lineRule="auto"/>
    </w:pPr>
    <w:rPr>
      <w:rFonts w:cs="Times New Roman (Body CS)"/>
      <w:color w:val="404040" w:themeColor="text1" w:themeTint="BF"/>
      <w:sz w:val="22"/>
    </w:rPr>
  </w:style>
  <w:style w:type="character" w:styleId="PlaceholderText">
    <w:name w:val="Placeholder Text"/>
    <w:basedOn w:val="DefaultParagraphFont"/>
    <w:uiPriority w:val="99"/>
    <w:semiHidden/>
    <w:rsid w:val="00A77921"/>
    <w:rPr>
      <w:color w:val="808080"/>
    </w:rPr>
  </w:style>
  <w:style w:type="character" w:styleId="Emphasis">
    <w:name w:val="Emphasis"/>
    <w:uiPriority w:val="20"/>
    <w:qFormat/>
    <w:rsid w:val="0034688D"/>
    <w:rPr>
      <w:color w:val="648276" w:themeColor="accent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nyeart\AppData\Roaming\Microsoft\Templates\Basic%20modern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85BBB9E342C49D3A23A3918894C6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C8CBD-98B4-485F-8309-B7B2C55F658F}"/>
      </w:docPartPr>
      <w:docPartBody>
        <w:p w:rsidR="00902528" w:rsidRDefault="00902528">
          <w:pPr>
            <w:pStyle w:val="585BBB9E342C49D3A23A3918894C6F53"/>
          </w:pPr>
          <w:r>
            <w:t>Education</w:t>
          </w:r>
        </w:p>
      </w:docPartBody>
    </w:docPart>
    <w:docPart>
      <w:docPartPr>
        <w:name w:val="32D3CA621ACF436D95EBA295CBB45E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841BD-048A-41D7-92F2-356BCC4D8030}"/>
      </w:docPartPr>
      <w:docPartBody>
        <w:p w:rsidR="00902528" w:rsidRDefault="00902528">
          <w:pPr>
            <w:pStyle w:val="32D3CA621ACF436D95EBA295CBB45EBD"/>
          </w:pPr>
          <w:r>
            <w:t>Experience</w:t>
          </w:r>
        </w:p>
      </w:docPartBody>
    </w:docPart>
    <w:docPart>
      <w:docPartPr>
        <w:name w:val="9945A40DBCD94399BC9F632280D17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2423E-19FB-432A-96D7-6EE40C87B79D}"/>
      </w:docPartPr>
      <w:docPartBody>
        <w:p w:rsidR="00902528" w:rsidRDefault="00902528">
          <w:pPr>
            <w:pStyle w:val="9945A40DBCD94399BC9F632280D1770A"/>
          </w:pPr>
          <w:r w:rsidRPr="000E1D44">
            <w:t>Key Skills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528"/>
    <w:rsid w:val="00902528"/>
    <w:rsid w:val="00C5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Pr>
      <w:color w:val="A02B93" w:themeColor="accent5"/>
    </w:rPr>
  </w:style>
  <w:style w:type="paragraph" w:customStyle="1" w:styleId="585BBB9E342C49D3A23A3918894C6F53">
    <w:name w:val="585BBB9E342C49D3A23A3918894C6F53"/>
  </w:style>
  <w:style w:type="paragraph" w:customStyle="1" w:styleId="32D3CA621ACF436D95EBA295CBB45EBD">
    <w:name w:val="32D3CA621ACF436D95EBA295CBB45EBD"/>
  </w:style>
  <w:style w:type="paragraph" w:customStyle="1" w:styleId="9945A40DBCD94399BC9F632280D1770A">
    <w:name w:val="9945A40DBCD94399BC9F632280D177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dernResume">
  <a:themeElements>
    <a:clrScheme name="ModernResume">
      <a:dk1>
        <a:srgbClr val="000000"/>
      </a:dk1>
      <a:lt1>
        <a:srgbClr val="FFFFFF"/>
      </a:lt1>
      <a:dk2>
        <a:srgbClr val="775F55"/>
      </a:dk2>
      <a:lt2>
        <a:srgbClr val="EBDDC3"/>
      </a:lt2>
      <a:accent1>
        <a:srgbClr val="303848"/>
      </a:accent1>
      <a:accent2>
        <a:srgbClr val="BF9268"/>
      </a:accent2>
      <a:accent3>
        <a:srgbClr val="A5AB81"/>
      </a:accent3>
      <a:accent4>
        <a:srgbClr val="D8B25C"/>
      </a:accent4>
      <a:accent5>
        <a:srgbClr val="648276"/>
      </a:accent5>
      <a:accent6>
        <a:srgbClr val="968C8C"/>
      </a:accent6>
      <a:hlink>
        <a:srgbClr val="F7B615"/>
      </a:hlink>
      <a:folHlink>
        <a:srgbClr val="704404"/>
      </a:folHlink>
    </a:clrScheme>
    <a:fontScheme name="Custom 2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dernResume" id="{532EC741-66D5-594C-AC61-28398E41DE2C}" vid="{AED60C86-C385-F447-B8AD-5FB7ADA0B4E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50503A21-F367-462E-B624-BDB4831C49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04526E-4546-4229-A7FA-978FB0F83B60}"/>
</file>

<file path=customXml/itemProps3.xml><?xml version="1.0" encoding="utf-8"?>
<ds:datastoreItem xmlns:ds="http://schemas.openxmlformats.org/officeDocument/2006/customXml" ds:itemID="{24285919-CFDE-4EB8-9796-0DEB1CB8315E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modern resume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2024-01-05T19:42:00Z</dcterms:created>
  <dcterms:modified xsi:type="dcterms:W3CDTF">2024-01-05T19:42:00Z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